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3F1DD" w14:textId="50267E68" w:rsidR="00FD7FA3" w:rsidRPr="000C69C4" w:rsidRDefault="00556AE3" w:rsidP="00FD7FA3">
      <w:pPr>
        <w:tabs>
          <w:tab w:val="left" w:pos="-144"/>
          <w:tab w:val="left" w:pos="1152"/>
          <w:tab w:val="left" w:pos="2448"/>
          <w:tab w:val="left" w:pos="3744"/>
          <w:tab w:val="left" w:pos="5040"/>
          <w:tab w:val="left" w:pos="6336"/>
          <w:tab w:val="left" w:pos="7632"/>
          <w:tab w:val="left" w:pos="8928"/>
        </w:tabs>
        <w:spacing w:before="20"/>
        <w:rPr>
          <w:sz w:val="22"/>
          <w:szCs w:val="22"/>
        </w:rPr>
      </w:pPr>
      <w:r w:rsidRPr="001A6259">
        <w:rPr>
          <w:b/>
          <w:sz w:val="22"/>
          <w:szCs w:val="22"/>
        </w:rPr>
        <w:t>Muudatus nr</w:t>
      </w:r>
      <w:r w:rsidR="00FD7FA3">
        <w:rPr>
          <w:b/>
          <w:sz w:val="22"/>
          <w:szCs w:val="22"/>
        </w:rPr>
        <w:t xml:space="preserve"> </w:t>
      </w:r>
      <w:r w:rsidR="00C167DD">
        <w:rPr>
          <w:b/>
          <w:sz w:val="22"/>
          <w:szCs w:val="22"/>
        </w:rPr>
        <w:t>2</w:t>
      </w:r>
      <w:r w:rsidRPr="001A6259">
        <w:rPr>
          <w:b/>
          <w:sz w:val="22"/>
          <w:szCs w:val="22"/>
        </w:rPr>
        <w:br/>
      </w:r>
      <w:r w:rsidR="00FD7FA3" w:rsidRPr="00197D9D">
        <w:rPr>
          <w:i/>
          <w:sz w:val="22"/>
          <w:szCs w:val="22"/>
        </w:rPr>
        <w:t>/vastavalt digitaalallkirjastamise kuupäevale/</w:t>
      </w:r>
    </w:p>
    <w:p w14:paraId="1DB29623" w14:textId="77777777" w:rsidR="009D4DE7" w:rsidRDefault="009D4DE7" w:rsidP="00FD7FA3">
      <w:pPr>
        <w:spacing w:after="60"/>
        <w:rPr>
          <w:sz w:val="22"/>
          <w:szCs w:val="22"/>
        </w:rPr>
      </w:pPr>
    </w:p>
    <w:p w14:paraId="673670F0" w14:textId="28EC9800" w:rsidR="00654956" w:rsidRPr="001A6259" w:rsidRDefault="00F831B2" w:rsidP="00FD7FA3">
      <w:pPr>
        <w:spacing w:after="60"/>
        <w:rPr>
          <w:sz w:val="22"/>
          <w:szCs w:val="22"/>
        </w:rPr>
      </w:pPr>
      <w:r>
        <w:rPr>
          <w:b/>
          <w:sz w:val="22"/>
          <w:szCs w:val="22"/>
        </w:rPr>
        <w:t>Töövõtu</w:t>
      </w:r>
      <w:r w:rsidR="00E909A7">
        <w:rPr>
          <w:b/>
          <w:sz w:val="22"/>
          <w:szCs w:val="22"/>
        </w:rPr>
        <w:t xml:space="preserve">lepingu nr </w:t>
      </w:r>
      <w:r w:rsidR="00787B34" w:rsidRPr="00787B34">
        <w:rPr>
          <w:b/>
          <w:sz w:val="22"/>
          <w:szCs w:val="22"/>
        </w:rPr>
        <w:t>9-15/2024/10</w:t>
      </w:r>
      <w:r w:rsidR="00191973" w:rsidRPr="001A6259">
        <w:rPr>
          <w:sz w:val="22"/>
          <w:szCs w:val="22"/>
        </w:rPr>
        <w:t xml:space="preserve"> </w:t>
      </w:r>
      <w:r w:rsidR="009D4DE7" w:rsidRPr="001A6259">
        <w:rPr>
          <w:sz w:val="22"/>
          <w:szCs w:val="22"/>
        </w:rPr>
        <w:t xml:space="preserve">(edaspidi </w:t>
      </w:r>
      <w:r w:rsidR="00AC0B82">
        <w:rPr>
          <w:sz w:val="22"/>
          <w:szCs w:val="22"/>
        </w:rPr>
        <w:t>l</w:t>
      </w:r>
      <w:r w:rsidR="009D4DE7" w:rsidRPr="001A6259">
        <w:rPr>
          <w:sz w:val="22"/>
          <w:szCs w:val="22"/>
        </w:rPr>
        <w:t>eping) juurde</w:t>
      </w:r>
    </w:p>
    <w:p w14:paraId="2E97982E" w14:textId="77777777" w:rsidR="006F2292" w:rsidRDefault="006F2292" w:rsidP="00556AE3">
      <w:pPr>
        <w:jc w:val="both"/>
        <w:rPr>
          <w:b/>
          <w:sz w:val="22"/>
          <w:szCs w:val="22"/>
        </w:rPr>
      </w:pPr>
    </w:p>
    <w:p w14:paraId="08B5F342" w14:textId="77777777" w:rsidR="00F87B30" w:rsidRPr="00DF3E09" w:rsidRDefault="00F87B30" w:rsidP="00556AE3">
      <w:pPr>
        <w:jc w:val="both"/>
        <w:rPr>
          <w:b/>
          <w:sz w:val="22"/>
          <w:szCs w:val="22"/>
        </w:rPr>
      </w:pPr>
    </w:p>
    <w:p w14:paraId="4741D696" w14:textId="20B0868A" w:rsidR="00E909A7" w:rsidRPr="00F831B2" w:rsidRDefault="00E909A7" w:rsidP="00F831B2">
      <w:pPr>
        <w:spacing w:after="6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Riigimetsa Majandamise Keskus</w:t>
      </w:r>
      <w:r w:rsidRPr="00AB0C33">
        <w:rPr>
          <w:b/>
          <w:sz w:val="22"/>
          <w:szCs w:val="22"/>
        </w:rPr>
        <w:t>,</w:t>
      </w:r>
      <w:r w:rsidRPr="00AB0C33">
        <w:rPr>
          <w:b/>
          <w:color w:val="000000"/>
          <w:sz w:val="22"/>
          <w:szCs w:val="22"/>
        </w:rPr>
        <w:t xml:space="preserve"> </w:t>
      </w:r>
      <w:r w:rsidRPr="00AB0C33">
        <w:rPr>
          <w:color w:val="000000"/>
          <w:sz w:val="22"/>
          <w:szCs w:val="22"/>
        </w:rPr>
        <w:t xml:space="preserve">registrikood </w:t>
      </w:r>
      <w:r>
        <w:rPr>
          <w:sz w:val="22"/>
          <w:szCs w:val="22"/>
        </w:rPr>
        <w:t>70004459</w:t>
      </w:r>
      <w:r w:rsidR="001F6804">
        <w:rPr>
          <w:color w:val="000000"/>
          <w:sz w:val="22"/>
          <w:szCs w:val="22"/>
        </w:rPr>
        <w:t>, asukoht</w:t>
      </w:r>
      <w:r w:rsidRPr="00AB0C33">
        <w:rPr>
          <w:sz w:val="22"/>
          <w:szCs w:val="22"/>
        </w:rPr>
        <w:t xml:space="preserve"> </w:t>
      </w:r>
      <w:r w:rsidR="00E30A47">
        <w:rPr>
          <w:sz w:val="22"/>
          <w:szCs w:val="22"/>
        </w:rPr>
        <w:t>Sagadi küla, Haljala vald, Lääne-Virumaa</w:t>
      </w:r>
      <w:r>
        <w:rPr>
          <w:sz w:val="22"/>
          <w:szCs w:val="22"/>
        </w:rPr>
        <w:t xml:space="preserve">, </w:t>
      </w:r>
      <w:r w:rsidRPr="00AB0C33">
        <w:rPr>
          <w:color w:val="000000"/>
          <w:sz w:val="22"/>
          <w:szCs w:val="22"/>
        </w:rPr>
        <w:t xml:space="preserve">mida esindab </w:t>
      </w:r>
      <w:r w:rsidR="00CE1F59" w:rsidRPr="00CE1F59">
        <w:rPr>
          <w:color w:val="000000"/>
          <w:sz w:val="22"/>
          <w:szCs w:val="22"/>
        </w:rPr>
        <w:t xml:space="preserve">volikirja </w:t>
      </w:r>
      <w:r w:rsidR="00326E17" w:rsidRPr="00CE1F59">
        <w:rPr>
          <w:color w:val="000000"/>
          <w:sz w:val="22"/>
          <w:szCs w:val="22"/>
        </w:rPr>
        <w:t>nr 9-1/2023/4485 alusel ehitusspetsialist Jüri Orlov</w:t>
      </w:r>
      <w:r w:rsidR="00326E17">
        <w:rPr>
          <w:color w:val="000000"/>
          <w:sz w:val="22"/>
          <w:szCs w:val="22"/>
        </w:rPr>
        <w:t>,</w:t>
      </w:r>
      <w:r w:rsidR="00326E17" w:rsidRPr="00AB0C33">
        <w:rPr>
          <w:color w:val="000000"/>
          <w:sz w:val="22"/>
          <w:szCs w:val="22"/>
        </w:rPr>
        <w:t xml:space="preserve"> (edaspidi nimetatud „</w:t>
      </w:r>
      <w:r w:rsidR="00326E17">
        <w:rPr>
          <w:color w:val="000000"/>
          <w:sz w:val="22"/>
          <w:szCs w:val="22"/>
        </w:rPr>
        <w:t>tellija“)</w:t>
      </w:r>
    </w:p>
    <w:p w14:paraId="43D20764" w14:textId="77777777" w:rsidR="00E909A7" w:rsidRPr="00EB1D13" w:rsidRDefault="00E909A7" w:rsidP="00E909A7">
      <w:pPr>
        <w:tabs>
          <w:tab w:val="left" w:pos="2805"/>
        </w:tabs>
        <w:jc w:val="both"/>
        <w:rPr>
          <w:color w:val="000000"/>
          <w:sz w:val="22"/>
          <w:szCs w:val="22"/>
        </w:rPr>
      </w:pPr>
      <w:r w:rsidRPr="00EB1D13">
        <w:rPr>
          <w:color w:val="000000"/>
          <w:sz w:val="22"/>
          <w:szCs w:val="22"/>
        </w:rPr>
        <w:t>ja</w:t>
      </w:r>
    </w:p>
    <w:p w14:paraId="1F904E94" w14:textId="2C8A0D98" w:rsidR="00E909A7" w:rsidRPr="00626543" w:rsidRDefault="00787B34" w:rsidP="00626543">
      <w:r w:rsidRPr="00787B34">
        <w:rPr>
          <w:b/>
          <w:sz w:val="22"/>
          <w:szCs w:val="22"/>
        </w:rPr>
        <w:t>BOA OÜ</w:t>
      </w:r>
      <w:r w:rsidR="00F831B2">
        <w:rPr>
          <w:b/>
          <w:bCs/>
          <w:color w:val="000000"/>
          <w:sz w:val="22"/>
          <w:szCs w:val="22"/>
        </w:rPr>
        <w:t xml:space="preserve">, </w:t>
      </w:r>
      <w:r w:rsidR="00E909A7" w:rsidRPr="00EB1D13">
        <w:rPr>
          <w:color w:val="000000"/>
          <w:sz w:val="22"/>
          <w:szCs w:val="22"/>
        </w:rPr>
        <w:t xml:space="preserve">registrikood </w:t>
      </w:r>
      <w:r w:rsidRPr="00787B34">
        <w:t>12086656</w:t>
      </w:r>
      <w:r w:rsidR="00E909A7" w:rsidRPr="00EB1D13">
        <w:rPr>
          <w:color w:val="000000"/>
          <w:sz w:val="22"/>
          <w:szCs w:val="22"/>
        </w:rPr>
        <w:t xml:space="preserve">, asukoht </w:t>
      </w:r>
      <w:r w:rsidRPr="00787B34">
        <w:t>Telliskivi tn 60/1-51, 10412, Tallinn, Harju mk</w:t>
      </w:r>
      <w:r w:rsidR="00E909A7" w:rsidRPr="00EB1D13">
        <w:rPr>
          <w:color w:val="000000"/>
          <w:sz w:val="22"/>
          <w:szCs w:val="22"/>
        </w:rPr>
        <w:t xml:space="preserve">, mida esindab </w:t>
      </w:r>
      <w:r w:rsidR="00CE1F59">
        <w:t>põhikirja</w:t>
      </w:r>
      <w:r w:rsidR="00E909A7" w:rsidRPr="00EB1D13">
        <w:rPr>
          <w:color w:val="000000"/>
          <w:sz w:val="22"/>
          <w:szCs w:val="22"/>
        </w:rPr>
        <w:t xml:space="preserve"> alusel </w:t>
      </w:r>
      <w:r w:rsidR="00CE1F59">
        <w:t xml:space="preserve"> juhatuse liige</w:t>
      </w:r>
      <w:r w:rsidR="00626543">
        <w:t xml:space="preserve"> </w:t>
      </w:r>
      <w:proofErr w:type="spellStart"/>
      <w:r w:rsidRPr="00787B34">
        <w:t>Anto</w:t>
      </w:r>
      <w:proofErr w:type="spellEnd"/>
      <w:r w:rsidRPr="00787B34">
        <w:t xml:space="preserve"> Savi</w:t>
      </w:r>
      <w:r w:rsidR="00F831B2" w:rsidRPr="00F831B2">
        <w:rPr>
          <w:color w:val="000000"/>
          <w:sz w:val="22"/>
          <w:szCs w:val="22"/>
        </w:rPr>
        <w:t xml:space="preserve"> (edaspidi nimetatud </w:t>
      </w:r>
      <w:r w:rsidR="00F831B2">
        <w:rPr>
          <w:color w:val="000000"/>
          <w:sz w:val="22"/>
          <w:szCs w:val="22"/>
        </w:rPr>
        <w:t>„</w:t>
      </w:r>
      <w:r w:rsidR="00AC0B82">
        <w:rPr>
          <w:color w:val="000000"/>
          <w:sz w:val="22"/>
          <w:szCs w:val="22"/>
        </w:rPr>
        <w:t>t</w:t>
      </w:r>
      <w:r w:rsidR="00F831B2" w:rsidRPr="00F831B2">
        <w:rPr>
          <w:color w:val="000000"/>
          <w:sz w:val="22"/>
          <w:szCs w:val="22"/>
        </w:rPr>
        <w:t>öövõtja</w:t>
      </w:r>
      <w:r w:rsidR="00F831B2">
        <w:rPr>
          <w:color w:val="000000"/>
          <w:sz w:val="22"/>
          <w:szCs w:val="22"/>
        </w:rPr>
        <w:t>“</w:t>
      </w:r>
      <w:r w:rsidR="00F831B2" w:rsidRPr="00F831B2">
        <w:rPr>
          <w:color w:val="000000"/>
          <w:sz w:val="22"/>
          <w:szCs w:val="22"/>
        </w:rPr>
        <w:t>)</w:t>
      </w:r>
      <w:r w:rsidR="001F6804">
        <w:rPr>
          <w:color w:val="000000"/>
          <w:sz w:val="22"/>
          <w:szCs w:val="22"/>
        </w:rPr>
        <w:t>,</w:t>
      </w:r>
    </w:p>
    <w:p w14:paraId="7E2341BA" w14:textId="77777777" w:rsidR="00654956" w:rsidRPr="001A6259" w:rsidRDefault="00E909A7" w:rsidP="00E909A7">
      <w:pPr>
        <w:spacing w:after="60"/>
        <w:jc w:val="both"/>
        <w:rPr>
          <w:sz w:val="22"/>
          <w:szCs w:val="22"/>
        </w:rPr>
      </w:pPr>
      <w:r w:rsidRPr="00EB1D13">
        <w:rPr>
          <w:color w:val="000000"/>
          <w:sz w:val="22"/>
          <w:szCs w:val="22"/>
        </w:rPr>
        <w:t>edaspidi käesolevas lepingus nimetatud “</w:t>
      </w:r>
      <w:r w:rsidR="00AC0B82">
        <w:rPr>
          <w:bCs/>
          <w:color w:val="000000"/>
          <w:sz w:val="22"/>
          <w:szCs w:val="22"/>
        </w:rPr>
        <w:t>p</w:t>
      </w:r>
      <w:r w:rsidRPr="00F831B2">
        <w:rPr>
          <w:bCs/>
          <w:color w:val="000000"/>
          <w:sz w:val="22"/>
          <w:szCs w:val="22"/>
        </w:rPr>
        <w:t>ool</w:t>
      </w:r>
      <w:r w:rsidRPr="00EB1D13">
        <w:rPr>
          <w:color w:val="000000"/>
          <w:sz w:val="22"/>
          <w:szCs w:val="22"/>
        </w:rPr>
        <w:t xml:space="preserve">” või </w:t>
      </w:r>
      <w:r>
        <w:rPr>
          <w:color w:val="000000"/>
          <w:sz w:val="22"/>
          <w:szCs w:val="22"/>
        </w:rPr>
        <w:t xml:space="preserve">koos </w:t>
      </w:r>
      <w:r w:rsidRPr="00EB1D13">
        <w:rPr>
          <w:color w:val="000000"/>
          <w:sz w:val="22"/>
          <w:szCs w:val="22"/>
        </w:rPr>
        <w:t>“</w:t>
      </w:r>
      <w:r w:rsidR="00AC0B82">
        <w:rPr>
          <w:bCs/>
          <w:color w:val="000000"/>
          <w:sz w:val="22"/>
          <w:szCs w:val="22"/>
        </w:rPr>
        <w:t>p</w:t>
      </w:r>
      <w:r w:rsidRPr="00F831B2">
        <w:rPr>
          <w:bCs/>
          <w:color w:val="000000"/>
          <w:sz w:val="22"/>
          <w:szCs w:val="22"/>
        </w:rPr>
        <w:t>ooled</w:t>
      </w:r>
      <w:r w:rsidRPr="00EB1D13">
        <w:rPr>
          <w:color w:val="000000"/>
          <w:sz w:val="22"/>
          <w:szCs w:val="22"/>
        </w:rPr>
        <w:t>”</w:t>
      </w:r>
      <w:r>
        <w:rPr>
          <w:color w:val="000000"/>
          <w:sz w:val="22"/>
          <w:szCs w:val="22"/>
        </w:rPr>
        <w:t>.</w:t>
      </w:r>
    </w:p>
    <w:p w14:paraId="299D8517" w14:textId="77777777" w:rsidR="00556AE3" w:rsidRPr="001A6259" w:rsidRDefault="00556AE3" w:rsidP="00556AE3">
      <w:pPr>
        <w:spacing w:after="60"/>
        <w:jc w:val="both"/>
        <w:rPr>
          <w:sz w:val="22"/>
          <w:szCs w:val="22"/>
        </w:rPr>
      </w:pPr>
    </w:p>
    <w:p w14:paraId="1B079B66" w14:textId="146D88A0" w:rsidR="00556AE3" w:rsidRPr="004260CD" w:rsidRDefault="00556AE3" w:rsidP="00556AE3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>võttes arvesse, et</w:t>
      </w:r>
      <w:r w:rsidR="00893CC0">
        <w:rPr>
          <w:sz w:val="22"/>
          <w:szCs w:val="22"/>
        </w:rPr>
        <w:tab/>
      </w:r>
      <w:r w:rsidR="00AC0B82">
        <w:rPr>
          <w:sz w:val="22"/>
          <w:szCs w:val="22"/>
        </w:rPr>
        <w:t>p</w:t>
      </w:r>
      <w:r w:rsidR="00893CC0">
        <w:rPr>
          <w:sz w:val="22"/>
          <w:szCs w:val="22"/>
        </w:rPr>
        <w:t>oolte vahel on</w:t>
      </w:r>
      <w:r w:rsidR="00893CC0" w:rsidRPr="00CE1F59">
        <w:rPr>
          <w:bCs/>
          <w:sz w:val="22"/>
          <w:szCs w:val="22"/>
        </w:rPr>
        <w:t xml:space="preserve"> </w:t>
      </w:r>
      <w:r w:rsidR="00787B34">
        <w:rPr>
          <w:bCs/>
          <w:sz w:val="22"/>
          <w:szCs w:val="22"/>
        </w:rPr>
        <w:t>07.05</w:t>
      </w:r>
      <w:r w:rsidR="00CE1F59" w:rsidRPr="00CE1F59">
        <w:rPr>
          <w:bCs/>
          <w:sz w:val="22"/>
          <w:szCs w:val="22"/>
        </w:rPr>
        <w:t>.24</w:t>
      </w:r>
      <w:r w:rsidRPr="001A6259">
        <w:rPr>
          <w:sz w:val="22"/>
          <w:szCs w:val="22"/>
        </w:rPr>
        <w:t xml:space="preserve"> sõlmitud </w:t>
      </w:r>
      <w:r w:rsidR="00AC0B82">
        <w:rPr>
          <w:noProof/>
          <w:sz w:val="22"/>
          <w:szCs w:val="22"/>
        </w:rPr>
        <w:t>l</w:t>
      </w:r>
      <w:r w:rsidR="00405DB3">
        <w:rPr>
          <w:noProof/>
          <w:sz w:val="22"/>
          <w:szCs w:val="22"/>
        </w:rPr>
        <w:t>eping</w:t>
      </w:r>
      <w:r w:rsidR="00CE1F59">
        <w:rPr>
          <w:noProof/>
          <w:sz w:val="22"/>
          <w:szCs w:val="22"/>
        </w:rPr>
        <w:t xml:space="preserve"> </w:t>
      </w:r>
      <w:r w:rsidR="00787B34" w:rsidRPr="00787B34">
        <w:rPr>
          <w:noProof/>
          <w:sz w:val="22"/>
          <w:szCs w:val="22"/>
        </w:rPr>
        <w:t>RMK Ussimäe büroohoone projekteerimi</w:t>
      </w:r>
      <w:r w:rsidR="00787B34">
        <w:rPr>
          <w:noProof/>
          <w:sz w:val="22"/>
          <w:szCs w:val="22"/>
        </w:rPr>
        <w:t>seks</w:t>
      </w:r>
      <w:r w:rsidRPr="004260CD">
        <w:rPr>
          <w:sz w:val="22"/>
          <w:szCs w:val="22"/>
        </w:rPr>
        <w:t>;</w:t>
      </w:r>
    </w:p>
    <w:p w14:paraId="0DE15BF1" w14:textId="6E33535E" w:rsidR="006F2292" w:rsidRDefault="00556AE3" w:rsidP="006F2292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 w:rsidR="00787B34">
        <w:t xml:space="preserve">tellija </w:t>
      </w:r>
      <w:r w:rsidR="00410135">
        <w:t>poolt on muutunud projekti kontaktisikud</w:t>
      </w:r>
      <w:r w:rsidR="00285744">
        <w:t xml:space="preserve"> ja varasemalt on </w:t>
      </w:r>
      <w:r w:rsidR="00444EC3">
        <w:t xml:space="preserve">viidatud valele </w:t>
      </w:r>
      <w:r w:rsidR="00457FA7" w:rsidRPr="00D576E2">
        <w:t>arhitektuurivõistluse</w:t>
      </w:r>
      <w:r w:rsidR="00457FA7">
        <w:t>le</w:t>
      </w:r>
    </w:p>
    <w:p w14:paraId="1990F5C2" w14:textId="77777777" w:rsidR="00F87B30" w:rsidRDefault="00F87B30" w:rsidP="00556AE3">
      <w:pPr>
        <w:spacing w:after="60"/>
        <w:jc w:val="both"/>
        <w:rPr>
          <w:sz w:val="22"/>
          <w:szCs w:val="22"/>
        </w:rPr>
      </w:pPr>
    </w:p>
    <w:p w14:paraId="6930D8B5" w14:textId="77777777" w:rsidR="00556AE3" w:rsidRDefault="00556AE3" w:rsidP="00556AE3">
      <w:pPr>
        <w:spacing w:after="60"/>
        <w:jc w:val="both"/>
        <w:rPr>
          <w:sz w:val="22"/>
          <w:szCs w:val="22"/>
        </w:rPr>
      </w:pPr>
      <w:r w:rsidRPr="001A6259">
        <w:rPr>
          <w:sz w:val="22"/>
          <w:szCs w:val="22"/>
        </w:rPr>
        <w:t xml:space="preserve">sõlmisid </w:t>
      </w:r>
      <w:r w:rsidR="00AC0B82">
        <w:rPr>
          <w:sz w:val="22"/>
          <w:szCs w:val="22"/>
        </w:rPr>
        <w:t>p</w:t>
      </w:r>
      <w:r w:rsidRPr="001A6259">
        <w:rPr>
          <w:sz w:val="22"/>
          <w:szCs w:val="22"/>
        </w:rPr>
        <w:t xml:space="preserve">ooled käesoleva kokkuleppe </w:t>
      </w:r>
      <w:r w:rsidR="005A0110">
        <w:rPr>
          <w:sz w:val="22"/>
          <w:szCs w:val="22"/>
        </w:rPr>
        <w:t xml:space="preserve">(edaspidi </w:t>
      </w:r>
      <w:r w:rsidR="00AC0B82">
        <w:rPr>
          <w:b/>
          <w:sz w:val="22"/>
          <w:szCs w:val="22"/>
        </w:rPr>
        <w:t>k</w:t>
      </w:r>
      <w:r w:rsidR="005A0110">
        <w:rPr>
          <w:b/>
          <w:sz w:val="22"/>
          <w:szCs w:val="22"/>
        </w:rPr>
        <w:t xml:space="preserve">okkulepe) </w:t>
      </w:r>
      <w:r w:rsidRPr="001A6259">
        <w:rPr>
          <w:sz w:val="22"/>
          <w:szCs w:val="22"/>
        </w:rPr>
        <w:t>alljärgnevas</w:t>
      </w:r>
      <w:r w:rsidR="002F7555">
        <w:rPr>
          <w:sz w:val="22"/>
          <w:szCs w:val="22"/>
        </w:rPr>
        <w:t>:</w:t>
      </w:r>
    </w:p>
    <w:p w14:paraId="11F691AA" w14:textId="7B4A512C" w:rsidR="00F31B1D" w:rsidRDefault="00385F75" w:rsidP="00F31B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Muuta lepingu punkt nr. 1 alljärgnevas sõnastuses.</w:t>
      </w:r>
    </w:p>
    <w:p w14:paraId="787389BF" w14:textId="6525FD8F" w:rsidR="0091073E" w:rsidRDefault="0091073E" w:rsidP="0091073E">
      <w:pPr>
        <w:pStyle w:val="ListParagraph"/>
        <w:ind w:right="41"/>
      </w:pPr>
      <w:r>
        <w:t xml:space="preserve">Tellija esindaja lepingu sõlmimisel: </w:t>
      </w:r>
      <w:r w:rsidR="00A329F8">
        <w:t>Karl Mänd</w:t>
      </w:r>
    </w:p>
    <w:p w14:paraId="037853E2" w14:textId="067B0C89" w:rsidR="0091073E" w:rsidRDefault="0091073E" w:rsidP="0091073E">
      <w:pPr>
        <w:pStyle w:val="ListParagraph"/>
        <w:ind w:right="41"/>
      </w:pPr>
      <w:r>
        <w:t xml:space="preserve">Tellija esindaja lepingulistes küsimustes: </w:t>
      </w:r>
      <w:r w:rsidR="00895A9A">
        <w:t>Karl Mänd</w:t>
      </w:r>
    </w:p>
    <w:p w14:paraId="5AA49C65" w14:textId="3BBEDFCD" w:rsidR="008250A8" w:rsidRPr="008250A8" w:rsidRDefault="0091073E" w:rsidP="008250A8">
      <w:pPr>
        <w:pStyle w:val="ListParagraph"/>
        <w:autoSpaceDE w:val="0"/>
        <w:autoSpaceDN w:val="0"/>
        <w:adjustRightInd w:val="0"/>
      </w:pPr>
      <w:r>
        <w:t>Tellija esindaja tehnilistes küsimustes</w:t>
      </w:r>
      <w:r w:rsidR="00895A9A">
        <w:t xml:space="preserve"> ja tööde vastuvõtmisel</w:t>
      </w:r>
      <w:r>
        <w:t xml:space="preserve">: </w:t>
      </w:r>
      <w:r w:rsidR="007C5A24">
        <w:t>Tarmo Põkka</w:t>
      </w:r>
    </w:p>
    <w:p w14:paraId="661893A5" w14:textId="3B069048" w:rsidR="008250A8" w:rsidRDefault="00C70642" w:rsidP="00C70642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Muuta lepingu punkt nr. 1.12 alljärgnevas sõnastuses.</w:t>
      </w:r>
    </w:p>
    <w:p w14:paraId="1A470FEC" w14:textId="77777777" w:rsidR="00CE18CD" w:rsidRDefault="00326304" w:rsidP="005302CD">
      <w:pPr>
        <w:tabs>
          <w:tab w:val="center" w:pos="709"/>
          <w:tab w:val="left" w:pos="2694"/>
          <w:tab w:val="left" w:pos="3402"/>
          <w:tab w:val="right" w:pos="8306"/>
        </w:tabs>
        <w:suppressAutoHyphens/>
        <w:jc w:val="both"/>
      </w:pPr>
      <w:r w:rsidRPr="00D576E2">
        <w:t xml:space="preserve">tellija koostatud ning lepingu sõlmimise aluseks olev dokumentide komplekt arvestades tellija läbiviidud </w:t>
      </w:r>
      <w:r w:rsidR="00CE18CD" w:rsidRPr="005302CD">
        <w:rPr>
          <w:b/>
        </w:rPr>
        <w:t>RMK Ussimäe uue büroohoone projekteerimine</w:t>
      </w:r>
    </w:p>
    <w:p w14:paraId="654B3DA0" w14:textId="333A9838" w:rsidR="00326304" w:rsidRPr="00D576E2" w:rsidRDefault="00326304" w:rsidP="00326304">
      <w:pPr>
        <w:ind w:right="41"/>
        <w:contextualSpacing/>
        <w:jc w:val="both"/>
      </w:pPr>
      <w:r w:rsidRPr="00D576E2">
        <w:t>arhitektuurivõistluse tulemusi, milles muuhulgas</w:t>
      </w:r>
    </w:p>
    <w:p w14:paraId="128814DF" w14:textId="77777777" w:rsidR="00326304" w:rsidRPr="00D576E2" w:rsidRDefault="00326304" w:rsidP="00326304">
      <w:pPr>
        <w:numPr>
          <w:ilvl w:val="2"/>
          <w:numId w:val="11"/>
        </w:numPr>
        <w:ind w:right="41" w:hanging="164"/>
        <w:contextualSpacing/>
        <w:jc w:val="both"/>
      </w:pPr>
      <w:r w:rsidRPr="00D576E2">
        <w:t>määratakse kindlaks tööde eesmärk, kirjeldus, ja ulatus</w:t>
      </w:r>
    </w:p>
    <w:p w14:paraId="09955827" w14:textId="77777777" w:rsidR="00326304" w:rsidRPr="00D576E2" w:rsidRDefault="00326304" w:rsidP="00326304">
      <w:pPr>
        <w:numPr>
          <w:ilvl w:val="2"/>
          <w:numId w:val="11"/>
        </w:numPr>
        <w:ind w:right="41" w:hanging="164"/>
        <w:contextualSpacing/>
        <w:jc w:val="both"/>
      </w:pPr>
      <w:r w:rsidRPr="00D576E2">
        <w:t>esitatakse ka kõik varasemalt läbi viidud uuringud, ekspertiisid ja info tehnovõrkude osas</w:t>
      </w:r>
    </w:p>
    <w:p w14:paraId="416378EE" w14:textId="77777777" w:rsidR="00326304" w:rsidRPr="00D576E2" w:rsidRDefault="00326304" w:rsidP="00326304">
      <w:pPr>
        <w:numPr>
          <w:ilvl w:val="2"/>
          <w:numId w:val="11"/>
        </w:numPr>
        <w:ind w:right="41" w:hanging="164"/>
        <w:contextualSpacing/>
        <w:jc w:val="both"/>
      </w:pPr>
      <w:r w:rsidRPr="00D576E2">
        <w:t>kirjeldatakse nõuded</w:t>
      </w:r>
    </w:p>
    <w:p w14:paraId="2023151C" w14:textId="77777777" w:rsidR="00326304" w:rsidRPr="00D576E2" w:rsidRDefault="00326304" w:rsidP="00326304">
      <w:pPr>
        <w:numPr>
          <w:ilvl w:val="2"/>
          <w:numId w:val="11"/>
        </w:numPr>
        <w:ind w:right="41" w:hanging="164"/>
        <w:contextualSpacing/>
        <w:jc w:val="both"/>
      </w:pPr>
      <w:r w:rsidRPr="00D576E2">
        <w:t>esitatakse lõpp-kasutajate ruumivajadus, logistika ja seosed;</w:t>
      </w:r>
    </w:p>
    <w:p w14:paraId="12A1D3E9" w14:textId="77777777" w:rsidR="00326304" w:rsidRPr="00C70642" w:rsidRDefault="00326304" w:rsidP="00326304">
      <w:pPr>
        <w:pStyle w:val="ListParagraph"/>
        <w:autoSpaceDE w:val="0"/>
        <w:autoSpaceDN w:val="0"/>
        <w:adjustRightInd w:val="0"/>
        <w:ind w:left="284"/>
        <w:rPr>
          <w:sz w:val="22"/>
          <w:szCs w:val="22"/>
        </w:rPr>
      </w:pPr>
    </w:p>
    <w:p w14:paraId="3B3EEE8A" w14:textId="79F278FE" w:rsidR="00556AE3" w:rsidRPr="00216204" w:rsidRDefault="00657F7D" w:rsidP="009F0540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Kokkulepe</w:t>
      </w:r>
      <w:r w:rsidRPr="00C62C2D">
        <w:rPr>
          <w:sz w:val="22"/>
          <w:szCs w:val="22"/>
        </w:rPr>
        <w:t xml:space="preserve"> allkirjastatakse digitaalallkirjaga, mis loetakse vastavalt tsi</w:t>
      </w:r>
      <w:r w:rsidR="001F6804">
        <w:rPr>
          <w:sz w:val="22"/>
          <w:szCs w:val="22"/>
        </w:rPr>
        <w:t>viilseadustiku üldosa seaduse §</w:t>
      </w:r>
      <w:r w:rsidRPr="00C62C2D">
        <w:rPr>
          <w:sz w:val="22"/>
          <w:szCs w:val="22"/>
        </w:rPr>
        <w:t>80 võrdseks allkirjastamise kirjaliku vormiga.</w:t>
      </w:r>
      <w:r w:rsidRPr="00566C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Kokkuleppe </w:t>
      </w:r>
      <w:r w:rsidRPr="00F0270C">
        <w:rPr>
          <w:sz w:val="22"/>
          <w:szCs w:val="22"/>
        </w:rPr>
        <w:t>sõlmimise kuupäevaks on hilisema allkirja andmise kuupäev</w:t>
      </w:r>
      <w:r>
        <w:rPr>
          <w:sz w:val="22"/>
          <w:szCs w:val="22"/>
        </w:rPr>
        <w:t>.</w:t>
      </w:r>
    </w:p>
    <w:p w14:paraId="7C9A4A59" w14:textId="7ABBEEB6" w:rsidR="005A26DA" w:rsidRDefault="00556AE3" w:rsidP="005302C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922D25">
        <w:rPr>
          <w:sz w:val="22"/>
          <w:szCs w:val="22"/>
        </w:rPr>
        <w:t>Kokkulepe</w:t>
      </w:r>
      <w:r w:rsidR="001F6804">
        <w:rPr>
          <w:sz w:val="22"/>
          <w:szCs w:val="22"/>
        </w:rPr>
        <w:t xml:space="preserve"> </w:t>
      </w:r>
      <w:r w:rsidR="00E24F5F" w:rsidRPr="00922D25">
        <w:rPr>
          <w:sz w:val="22"/>
          <w:szCs w:val="22"/>
        </w:rPr>
        <w:t xml:space="preserve">on </w:t>
      </w:r>
      <w:r w:rsidR="00AC0B82">
        <w:rPr>
          <w:sz w:val="22"/>
          <w:szCs w:val="22"/>
        </w:rPr>
        <w:t>l</w:t>
      </w:r>
      <w:r w:rsidR="00405DB3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Pr="00922D25">
        <w:rPr>
          <w:sz w:val="22"/>
          <w:szCs w:val="22"/>
        </w:rPr>
        <w:t>lahutamatu lisa.</w:t>
      </w:r>
      <w:r w:rsid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 xml:space="preserve">Muus osas kehtivad kõik </w:t>
      </w:r>
      <w:r w:rsidR="00AC0B82">
        <w:rPr>
          <w:sz w:val="22"/>
          <w:szCs w:val="22"/>
        </w:rPr>
        <w:t>l</w:t>
      </w:r>
      <w:r w:rsidR="00B8186C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>ja selle lisade tingimused ja nõuded.</w:t>
      </w:r>
    </w:p>
    <w:p w14:paraId="206572EB" w14:textId="77777777" w:rsidR="005302CD" w:rsidRPr="005302CD" w:rsidRDefault="005302CD" w:rsidP="005302CD">
      <w:pPr>
        <w:pStyle w:val="ListParagraph"/>
        <w:autoSpaceDE w:val="0"/>
        <w:autoSpaceDN w:val="0"/>
        <w:adjustRightInd w:val="0"/>
        <w:ind w:left="284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20"/>
        <w:gridCol w:w="4620"/>
      </w:tblGrid>
      <w:tr w:rsidR="0076594C" w:rsidRPr="008639FF" w14:paraId="6258097C" w14:textId="77777777" w:rsidTr="00B8186C">
        <w:trPr>
          <w:trHeight w:val="1986"/>
        </w:trPr>
        <w:tc>
          <w:tcPr>
            <w:tcW w:w="4620" w:type="dxa"/>
          </w:tcPr>
          <w:p w14:paraId="462345B9" w14:textId="77777777" w:rsidR="0076594C" w:rsidRPr="005C714B" w:rsidRDefault="00EE1DD4" w:rsidP="00492AF3">
            <w:pPr>
              <w:ind w:left="1134" w:hanging="1134"/>
              <w:outlineLvl w:val="0"/>
              <w:rPr>
                <w:b/>
              </w:rPr>
            </w:pPr>
            <w:r>
              <w:rPr>
                <w:b/>
                <w:caps/>
                <w:sz w:val="22"/>
                <w:szCs w:val="22"/>
              </w:rPr>
              <w:t>TELLIJA</w:t>
            </w:r>
            <w:r w:rsidR="0076594C" w:rsidRPr="005C714B">
              <w:rPr>
                <w:b/>
                <w:sz w:val="22"/>
                <w:szCs w:val="22"/>
              </w:rPr>
              <w:t>:</w:t>
            </w:r>
          </w:p>
          <w:p w14:paraId="52369AC1" w14:textId="77777777" w:rsidR="0076594C" w:rsidRPr="001F6804" w:rsidRDefault="0076594C" w:rsidP="00492AF3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Riigimetsa Majandamise Keskus</w:t>
            </w:r>
          </w:p>
          <w:p w14:paraId="4E54F6B1" w14:textId="77777777" w:rsidR="0076594C" w:rsidRPr="001F6804" w:rsidRDefault="00EE1DD4" w:rsidP="00EE1DD4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telefon 676 7500</w:t>
            </w:r>
          </w:p>
          <w:p w14:paraId="2C88BEBE" w14:textId="77777777" w:rsidR="0076594C" w:rsidRPr="005C714B" w:rsidRDefault="0076594C" w:rsidP="00492AF3">
            <w:r w:rsidRPr="001F6804">
              <w:rPr>
                <w:sz w:val="22"/>
                <w:szCs w:val="22"/>
              </w:rPr>
              <w:t>e-post: rmk@rmk.ee</w:t>
            </w:r>
          </w:p>
        </w:tc>
        <w:tc>
          <w:tcPr>
            <w:tcW w:w="4620" w:type="dxa"/>
          </w:tcPr>
          <w:p w14:paraId="150A3BB8" w14:textId="77777777" w:rsidR="00EE1DD4" w:rsidRDefault="00EE1DD4" w:rsidP="00EE1DD4">
            <w:pPr>
              <w:rPr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TÖÖVÕTJA</w:t>
            </w:r>
            <w:r w:rsidRPr="005C714B">
              <w:rPr>
                <w:b/>
                <w:sz w:val="22"/>
                <w:szCs w:val="22"/>
              </w:rPr>
              <w:t>:</w:t>
            </w:r>
          </w:p>
          <w:p w14:paraId="6BFEC10A" w14:textId="5D8A7801" w:rsidR="00465C58" w:rsidRPr="00B612CA" w:rsidRDefault="00970363" w:rsidP="00B612CA">
            <w:pPr>
              <w:pStyle w:val="Heading4"/>
              <w:spacing w:before="0" w:after="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BOA</w:t>
            </w:r>
            <w:r w:rsidR="00B612CA" w:rsidRPr="00B612CA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OÜ</w:t>
            </w:r>
            <w:r w:rsidR="005F7C74"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</w:t>
            </w:r>
          </w:p>
          <w:p w14:paraId="27408396" w14:textId="6D8EB333" w:rsidR="00465C58" w:rsidRPr="001F6804" w:rsidRDefault="00B612CA" w:rsidP="00465C58">
            <w:pPr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 xml:space="preserve">Telefon </w:t>
            </w:r>
            <w:r w:rsidR="00AA02FC" w:rsidRPr="00AA02FC">
              <w:rPr>
                <w:sz w:val="22"/>
                <w:szCs w:val="22"/>
              </w:rPr>
              <w:t>55656161</w:t>
            </w:r>
          </w:p>
          <w:p w14:paraId="7104DB25" w14:textId="44035F84" w:rsidR="00465C58" w:rsidRPr="00465C58" w:rsidRDefault="00AA02FC" w:rsidP="00465C58">
            <w:r w:rsidRPr="00AA02FC">
              <w:rPr>
                <w:sz w:val="22"/>
                <w:szCs w:val="22"/>
              </w:rPr>
              <w:t>anto@boa.ee</w:t>
            </w:r>
          </w:p>
        </w:tc>
      </w:tr>
      <w:tr w:rsidR="00556AE3" w:rsidRPr="00761735" w14:paraId="676BA0EB" w14:textId="77777777" w:rsidTr="00B8186C">
        <w:trPr>
          <w:trHeight w:val="711"/>
        </w:trPr>
        <w:tc>
          <w:tcPr>
            <w:tcW w:w="4620" w:type="dxa"/>
          </w:tcPr>
          <w:p w14:paraId="6670BB60" w14:textId="77777777" w:rsidR="00FE32EB" w:rsidRPr="00DF3E09" w:rsidRDefault="00FE32EB" w:rsidP="00C82DE5">
            <w:pPr>
              <w:rPr>
                <w:color w:val="948A54" w:themeColor="background2" w:themeShade="80"/>
              </w:rPr>
            </w:pPr>
          </w:p>
          <w:p w14:paraId="0DD15035" w14:textId="77777777" w:rsidR="00556AE3" w:rsidRPr="00DF3E09" w:rsidRDefault="00FE32EB" w:rsidP="00FE32EB"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  <w:tc>
          <w:tcPr>
            <w:tcW w:w="4620" w:type="dxa"/>
          </w:tcPr>
          <w:p w14:paraId="31FEBE2C" w14:textId="77777777" w:rsidR="00556AE3" w:rsidRPr="00DF3E09" w:rsidRDefault="00556AE3" w:rsidP="00C82DE5">
            <w:pPr>
              <w:ind w:left="1134" w:hanging="1134"/>
              <w:jc w:val="right"/>
            </w:pPr>
          </w:p>
          <w:p w14:paraId="14D26B50" w14:textId="77777777" w:rsidR="00556AE3" w:rsidRPr="00DF3E09" w:rsidRDefault="00FE32EB" w:rsidP="008639FF">
            <w:pPr>
              <w:outlineLvl w:val="0"/>
              <w:rPr>
                <w:color w:val="948A54" w:themeColor="background2" w:themeShade="80"/>
              </w:rPr>
            </w:pPr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</w:tr>
    </w:tbl>
    <w:p w14:paraId="270954CE" w14:textId="77777777" w:rsidR="00841516" w:rsidRDefault="00841516" w:rsidP="00841516">
      <w:pPr>
        <w:spacing w:after="60"/>
        <w:jc w:val="both"/>
      </w:pPr>
    </w:p>
    <w:sectPr w:rsidR="00841516" w:rsidSect="00C82D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418" w:bottom="1242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86A07" w14:textId="77777777" w:rsidR="008C2F0B" w:rsidRDefault="008C2F0B" w:rsidP="003D0AC1">
      <w:r>
        <w:separator/>
      </w:r>
    </w:p>
  </w:endnote>
  <w:endnote w:type="continuationSeparator" w:id="0">
    <w:p w14:paraId="192CBA55" w14:textId="77777777" w:rsidR="008C2F0B" w:rsidRDefault="008C2F0B" w:rsidP="003D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B6A10" w14:textId="77777777" w:rsidR="001728A6" w:rsidRDefault="001728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32A2A" w14:textId="77777777" w:rsidR="001728A6" w:rsidRDefault="001728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7CCD3" w14:textId="77777777" w:rsidR="00F23867" w:rsidRDefault="00F2386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17293" w14:textId="77777777" w:rsidR="008C2F0B" w:rsidRDefault="008C2F0B" w:rsidP="003D0AC1">
      <w:r>
        <w:separator/>
      </w:r>
    </w:p>
  </w:footnote>
  <w:footnote w:type="continuationSeparator" w:id="0">
    <w:p w14:paraId="22B9B8AE" w14:textId="77777777" w:rsidR="008C2F0B" w:rsidRDefault="008C2F0B" w:rsidP="003D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7D19C" w14:textId="77777777" w:rsidR="001728A6" w:rsidRDefault="001728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17AEA" w14:textId="77777777" w:rsidR="001728A6" w:rsidRDefault="00172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20B37" w14:textId="77777777" w:rsidR="001728A6" w:rsidRDefault="00172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5A03"/>
    <w:multiLevelType w:val="hybridMultilevel"/>
    <w:tmpl w:val="D8B2AF5C"/>
    <w:lvl w:ilvl="0" w:tplc="3F680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60A83"/>
    <w:multiLevelType w:val="hybridMultilevel"/>
    <w:tmpl w:val="70A25500"/>
    <w:lvl w:ilvl="0" w:tplc="ACCA471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33BC"/>
    <w:multiLevelType w:val="hybridMultilevel"/>
    <w:tmpl w:val="232CB02C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931"/>
    <w:multiLevelType w:val="hybridMultilevel"/>
    <w:tmpl w:val="4E6E50A6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5ABD"/>
    <w:multiLevelType w:val="hybridMultilevel"/>
    <w:tmpl w:val="CA084516"/>
    <w:lvl w:ilvl="0" w:tplc="04F6CE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E32D7"/>
    <w:multiLevelType w:val="hybridMultilevel"/>
    <w:tmpl w:val="A2620316"/>
    <w:lvl w:ilvl="0" w:tplc="9DBCB8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972C9"/>
    <w:multiLevelType w:val="hybridMultilevel"/>
    <w:tmpl w:val="64267722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DC07D7"/>
    <w:multiLevelType w:val="multilevel"/>
    <w:tmpl w:val="08E6AE0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  <w:strike w:val="0"/>
        <w:dstrike w:val="0"/>
        <w:color w:val="auto"/>
        <w:sz w:val="23"/>
        <w:szCs w:val="23"/>
        <w:u w:val="none"/>
        <w:effect w:val="none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8" w15:restartNumberingAfterBreak="0">
    <w:nsid w:val="55A27B24"/>
    <w:multiLevelType w:val="hybridMultilevel"/>
    <w:tmpl w:val="DC6CDC4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D4216"/>
    <w:multiLevelType w:val="multilevel"/>
    <w:tmpl w:val="ABC8C35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  <w:strike w:val="0"/>
        <w:dstrike w:val="0"/>
        <w:color w:val="auto"/>
        <w:sz w:val="23"/>
        <w:szCs w:val="23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10" w15:restartNumberingAfterBreak="0">
    <w:nsid w:val="63B438E6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</w:rPr>
    </w:lvl>
  </w:abstractNum>
  <w:abstractNum w:abstractNumId="11" w15:restartNumberingAfterBreak="0">
    <w:nsid w:val="64A25B9E"/>
    <w:multiLevelType w:val="multilevel"/>
    <w:tmpl w:val="F958433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745499901">
    <w:abstractNumId w:val="10"/>
  </w:num>
  <w:num w:numId="2" w16cid:durableId="775519341">
    <w:abstractNumId w:val="0"/>
  </w:num>
  <w:num w:numId="3" w16cid:durableId="31462778">
    <w:abstractNumId w:val="2"/>
  </w:num>
  <w:num w:numId="4" w16cid:durableId="343746589">
    <w:abstractNumId w:val="5"/>
  </w:num>
  <w:num w:numId="5" w16cid:durableId="119301621">
    <w:abstractNumId w:val="1"/>
  </w:num>
  <w:num w:numId="6" w16cid:durableId="1047728548">
    <w:abstractNumId w:val="4"/>
  </w:num>
  <w:num w:numId="7" w16cid:durableId="1963608146">
    <w:abstractNumId w:val="3"/>
  </w:num>
  <w:num w:numId="8" w16cid:durableId="1080129793">
    <w:abstractNumId w:val="6"/>
  </w:num>
  <w:num w:numId="9" w16cid:durableId="51664545">
    <w:abstractNumId w:val="8"/>
  </w:num>
  <w:num w:numId="10" w16cid:durableId="12401426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765334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66525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59"/>
    <w:rsid w:val="00004460"/>
    <w:rsid w:val="0002226C"/>
    <w:rsid w:val="00027276"/>
    <w:rsid w:val="00027C21"/>
    <w:rsid w:val="000343A6"/>
    <w:rsid w:val="00053C0A"/>
    <w:rsid w:val="00072D7B"/>
    <w:rsid w:val="00081CC1"/>
    <w:rsid w:val="000908C1"/>
    <w:rsid w:val="000B724D"/>
    <w:rsid w:val="000E25F2"/>
    <w:rsid w:val="000E44FB"/>
    <w:rsid w:val="000E6AA9"/>
    <w:rsid w:val="000F6441"/>
    <w:rsid w:val="00100F8D"/>
    <w:rsid w:val="001047AA"/>
    <w:rsid w:val="00106C45"/>
    <w:rsid w:val="00115B70"/>
    <w:rsid w:val="001228AB"/>
    <w:rsid w:val="00155639"/>
    <w:rsid w:val="00161916"/>
    <w:rsid w:val="00161970"/>
    <w:rsid w:val="00170FC1"/>
    <w:rsid w:val="001728A6"/>
    <w:rsid w:val="00176616"/>
    <w:rsid w:val="001802A6"/>
    <w:rsid w:val="00191973"/>
    <w:rsid w:val="00197A29"/>
    <w:rsid w:val="001A5BA5"/>
    <w:rsid w:val="001F6804"/>
    <w:rsid w:val="002105FC"/>
    <w:rsid w:val="00216204"/>
    <w:rsid w:val="00216A47"/>
    <w:rsid w:val="00221E72"/>
    <w:rsid w:val="00225311"/>
    <w:rsid w:val="002413C9"/>
    <w:rsid w:val="002716D9"/>
    <w:rsid w:val="00285744"/>
    <w:rsid w:val="002911E9"/>
    <w:rsid w:val="002A7317"/>
    <w:rsid w:val="002B3A94"/>
    <w:rsid w:val="002D5BC0"/>
    <w:rsid w:val="002E1ACE"/>
    <w:rsid w:val="002F7555"/>
    <w:rsid w:val="0030180C"/>
    <w:rsid w:val="003063CE"/>
    <w:rsid w:val="00326304"/>
    <w:rsid w:val="00326E17"/>
    <w:rsid w:val="00345FBE"/>
    <w:rsid w:val="00351C22"/>
    <w:rsid w:val="00353DF2"/>
    <w:rsid w:val="00365826"/>
    <w:rsid w:val="00385F75"/>
    <w:rsid w:val="003A5211"/>
    <w:rsid w:val="003A7860"/>
    <w:rsid w:val="003B6DAF"/>
    <w:rsid w:val="003D0AC1"/>
    <w:rsid w:val="003E03E1"/>
    <w:rsid w:val="003E3874"/>
    <w:rsid w:val="00402911"/>
    <w:rsid w:val="00405DB3"/>
    <w:rsid w:val="00410135"/>
    <w:rsid w:val="00413079"/>
    <w:rsid w:val="004260CD"/>
    <w:rsid w:val="00444EC3"/>
    <w:rsid w:val="00457F0B"/>
    <w:rsid w:val="00457FA7"/>
    <w:rsid w:val="00465C58"/>
    <w:rsid w:val="004754B2"/>
    <w:rsid w:val="00483FD4"/>
    <w:rsid w:val="00486704"/>
    <w:rsid w:val="004D3419"/>
    <w:rsid w:val="004E04A7"/>
    <w:rsid w:val="004F1CD0"/>
    <w:rsid w:val="004F2AF9"/>
    <w:rsid w:val="004F2CC0"/>
    <w:rsid w:val="005302CD"/>
    <w:rsid w:val="00543662"/>
    <w:rsid w:val="00544756"/>
    <w:rsid w:val="00556AE3"/>
    <w:rsid w:val="005819D4"/>
    <w:rsid w:val="00592C34"/>
    <w:rsid w:val="005A0110"/>
    <w:rsid w:val="005A26DA"/>
    <w:rsid w:val="005E2B28"/>
    <w:rsid w:val="005F7C74"/>
    <w:rsid w:val="0062389C"/>
    <w:rsid w:val="00626543"/>
    <w:rsid w:val="006529D3"/>
    <w:rsid w:val="00654956"/>
    <w:rsid w:val="00657F7D"/>
    <w:rsid w:val="00692D2F"/>
    <w:rsid w:val="006C2E3D"/>
    <w:rsid w:val="006C2F13"/>
    <w:rsid w:val="006F2292"/>
    <w:rsid w:val="00713988"/>
    <w:rsid w:val="00724BFC"/>
    <w:rsid w:val="0074327E"/>
    <w:rsid w:val="00760D74"/>
    <w:rsid w:val="00761735"/>
    <w:rsid w:val="0076594C"/>
    <w:rsid w:val="007724F9"/>
    <w:rsid w:val="00773187"/>
    <w:rsid w:val="00787B34"/>
    <w:rsid w:val="007A4AF5"/>
    <w:rsid w:val="007A5607"/>
    <w:rsid w:val="007A6468"/>
    <w:rsid w:val="007B4576"/>
    <w:rsid w:val="007C5A24"/>
    <w:rsid w:val="00810683"/>
    <w:rsid w:val="00821070"/>
    <w:rsid w:val="008250A8"/>
    <w:rsid w:val="00830DD4"/>
    <w:rsid w:val="00841516"/>
    <w:rsid w:val="00861041"/>
    <w:rsid w:val="008639FF"/>
    <w:rsid w:val="00873952"/>
    <w:rsid w:val="008838DA"/>
    <w:rsid w:val="00893CC0"/>
    <w:rsid w:val="00895A9A"/>
    <w:rsid w:val="00897682"/>
    <w:rsid w:val="008A11AC"/>
    <w:rsid w:val="008C2F0B"/>
    <w:rsid w:val="008C538C"/>
    <w:rsid w:val="008C575C"/>
    <w:rsid w:val="0091073E"/>
    <w:rsid w:val="00922D25"/>
    <w:rsid w:val="00923F59"/>
    <w:rsid w:val="0094539F"/>
    <w:rsid w:val="0095046C"/>
    <w:rsid w:val="0096661E"/>
    <w:rsid w:val="00970363"/>
    <w:rsid w:val="009748FD"/>
    <w:rsid w:val="00974918"/>
    <w:rsid w:val="0099164A"/>
    <w:rsid w:val="00993A2E"/>
    <w:rsid w:val="009954E8"/>
    <w:rsid w:val="009A11CB"/>
    <w:rsid w:val="009C248E"/>
    <w:rsid w:val="009C73D6"/>
    <w:rsid w:val="009D4DE7"/>
    <w:rsid w:val="009F0540"/>
    <w:rsid w:val="00A13421"/>
    <w:rsid w:val="00A329F8"/>
    <w:rsid w:val="00A42457"/>
    <w:rsid w:val="00A449A0"/>
    <w:rsid w:val="00A80DC3"/>
    <w:rsid w:val="00A82504"/>
    <w:rsid w:val="00A82626"/>
    <w:rsid w:val="00AA02FC"/>
    <w:rsid w:val="00AA4628"/>
    <w:rsid w:val="00AB0703"/>
    <w:rsid w:val="00AC0B82"/>
    <w:rsid w:val="00AC57C3"/>
    <w:rsid w:val="00AE64F5"/>
    <w:rsid w:val="00B23F53"/>
    <w:rsid w:val="00B3179C"/>
    <w:rsid w:val="00B435A5"/>
    <w:rsid w:val="00B54404"/>
    <w:rsid w:val="00B56835"/>
    <w:rsid w:val="00B612CA"/>
    <w:rsid w:val="00B655E1"/>
    <w:rsid w:val="00B8186C"/>
    <w:rsid w:val="00B82788"/>
    <w:rsid w:val="00B95990"/>
    <w:rsid w:val="00BA129F"/>
    <w:rsid w:val="00BC4ECD"/>
    <w:rsid w:val="00BF004D"/>
    <w:rsid w:val="00C167DD"/>
    <w:rsid w:val="00C349E3"/>
    <w:rsid w:val="00C4645F"/>
    <w:rsid w:val="00C70642"/>
    <w:rsid w:val="00C74382"/>
    <w:rsid w:val="00C82B2D"/>
    <w:rsid w:val="00C82DE5"/>
    <w:rsid w:val="00CA564F"/>
    <w:rsid w:val="00CE18CD"/>
    <w:rsid w:val="00CE1F59"/>
    <w:rsid w:val="00D11419"/>
    <w:rsid w:val="00D3151C"/>
    <w:rsid w:val="00D412F7"/>
    <w:rsid w:val="00D44345"/>
    <w:rsid w:val="00D56E56"/>
    <w:rsid w:val="00D743C7"/>
    <w:rsid w:val="00DA11AA"/>
    <w:rsid w:val="00DA679F"/>
    <w:rsid w:val="00DC5182"/>
    <w:rsid w:val="00DF1A50"/>
    <w:rsid w:val="00DF25E9"/>
    <w:rsid w:val="00DF3E09"/>
    <w:rsid w:val="00DF68C2"/>
    <w:rsid w:val="00E05C97"/>
    <w:rsid w:val="00E13254"/>
    <w:rsid w:val="00E24F5F"/>
    <w:rsid w:val="00E30A47"/>
    <w:rsid w:val="00E40659"/>
    <w:rsid w:val="00E74E3B"/>
    <w:rsid w:val="00E850D2"/>
    <w:rsid w:val="00E909A7"/>
    <w:rsid w:val="00ED000F"/>
    <w:rsid w:val="00EE1DD4"/>
    <w:rsid w:val="00EE7459"/>
    <w:rsid w:val="00F14D7D"/>
    <w:rsid w:val="00F171D9"/>
    <w:rsid w:val="00F23867"/>
    <w:rsid w:val="00F31B1D"/>
    <w:rsid w:val="00F47959"/>
    <w:rsid w:val="00F50023"/>
    <w:rsid w:val="00F55F8C"/>
    <w:rsid w:val="00F73512"/>
    <w:rsid w:val="00F8085A"/>
    <w:rsid w:val="00F831B2"/>
    <w:rsid w:val="00F87B30"/>
    <w:rsid w:val="00FA435F"/>
    <w:rsid w:val="00FB0C1B"/>
    <w:rsid w:val="00FC73FE"/>
    <w:rsid w:val="00FD7FA3"/>
    <w:rsid w:val="00FE2F4B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E014A"/>
  <w15:docId w15:val="{4DBDD2A6-79AA-461B-BFAD-F9B18F4E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48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A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6AE3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556AE3"/>
    <w:pPr>
      <w:tabs>
        <w:tab w:val="center" w:pos="4153"/>
        <w:tab w:val="right" w:pos="8306"/>
      </w:tabs>
      <w:spacing w:after="120"/>
      <w:ind w:firstLine="456"/>
    </w:pPr>
  </w:style>
  <w:style w:type="character" w:customStyle="1" w:styleId="HeaderChar">
    <w:name w:val="Header Char"/>
    <w:basedOn w:val="DefaultParagraphFont"/>
    <w:link w:val="Header"/>
    <w:uiPriority w:val="99"/>
    <w:rsid w:val="00556A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6AE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6AE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556AE3"/>
    <w:rPr>
      <w:color w:val="0000FF"/>
      <w:u w:val="single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AA46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0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65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65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659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4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802A6"/>
    <w:rPr>
      <w:color w:val="808080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locked/>
    <w:rsid w:val="00CE18C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Haldus%20-%20hooldus%20-%20ehitus\Ehitus%20-%20remont\01%20-%20Ehitustegevusega%20seotud%20vormid%20ja%20dokumendin&#228;idised\02%20Ehitust&#246;&#246;d\T&#214;&#214;V&#213;TULEPINGU%20MUUDAT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  <SharedWithUsers xmlns="c49526ee-6562-4a32-ac16-2bec8615b62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4A7E1E5-C562-494B-86B9-F8484ADAC4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CADDC4-9024-4259-8AEF-FA4008CA6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A8DFBB-F13B-4442-AA81-E94748138362}">
  <ds:schemaRefs>
    <ds:schemaRef ds:uri="http://schemas.microsoft.com/office/2006/metadata/properties"/>
    <ds:schemaRef ds:uri="c49526ee-6562-4a32-ac16-2bec8615b626"/>
    <ds:schemaRef ds:uri="b3f34dfd-a0aa-4a0c-bd31-f783ee89cc78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TÖÖVÕTULEPINGU MUUDATUS.dotx</Template>
  <TotalTime>1</TotalTime>
  <Pages>1</Pages>
  <Words>308</Words>
  <Characters>1793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Tarmo Põkka</dc:creator>
  <cp:lastModifiedBy>Jüri Orlov</cp:lastModifiedBy>
  <cp:revision>2</cp:revision>
  <dcterms:created xsi:type="dcterms:W3CDTF">2025-03-10T13:25:00Z</dcterms:created>
  <dcterms:modified xsi:type="dcterms:W3CDTF">2025-03-10T13:25:00Z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1547400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